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A8CF4" w14:textId="533E4ED1" w:rsidR="00703EE5" w:rsidRDefault="00BB0329" w:rsidP="0091266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283F1" wp14:editId="7619BAFC">
                <wp:simplePos x="0" y="0"/>
                <wp:positionH relativeFrom="column">
                  <wp:posOffset>133985</wp:posOffset>
                </wp:positionH>
                <wp:positionV relativeFrom="paragraph">
                  <wp:posOffset>524510</wp:posOffset>
                </wp:positionV>
                <wp:extent cx="6480000" cy="720000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7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AE816A" w14:textId="41EBAF4F" w:rsidR="00BB0329" w:rsidRDefault="00BB0329" w:rsidP="00BB0329">
                            <w:pPr>
                              <w:pStyle w:val="BlueBold"/>
                            </w:pPr>
                            <w:r>
                              <w:t xml:space="preserve">abc </w:t>
                            </w:r>
                            <w:r w:rsidRPr="00BB0329">
                              <w:t>Transform</w:t>
                            </w:r>
                          </w:p>
                          <w:p w14:paraId="672B549B" w14:textId="3051A73A" w:rsidR="00BB0329" w:rsidRPr="00BB0329" w:rsidRDefault="00BB0329" w:rsidP="00BB0329">
                            <w:pPr>
                              <w:pStyle w:val="BlueBold"/>
                            </w:pPr>
                            <w:r>
                              <w:t>This is a longer second 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DoubleWave1">
                          <a:avLst>
                            <a:gd name="adj1" fmla="val 12500"/>
                            <a:gd name="adj2" fmla="val 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283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55pt;margin-top:41.3pt;width:510.25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" fillcolor="white [3201]" stroked="f" strokeweight=".5pt">
                <v:textbox inset="0,0,0,0">
                  <w:txbxContent>
                    <w:p w14:paraId="65AE816A" w14:textId="41EBAF4F" w:rsidR="00BB0329" w:rsidRDefault="00BB0329" w:rsidP="00BB0329">
                      <w:pPr>
                        <w:pStyle w:val="BlueBold"/>
                      </w:pPr>
                      <w:r>
                        <w:t xml:space="preserve">abc </w:t>
                      </w:r>
                      <w:r w:rsidRPr="00BB0329">
                        <w:t>Transform</w:t>
                      </w:r>
                    </w:p>
                    <w:p w14:paraId="672B549B" w14:textId="3051A73A" w:rsidR="00BB0329" w:rsidRPr="00BB0329" w:rsidRDefault="00BB0329" w:rsidP="00BB0329">
                      <w:pPr>
                        <w:pStyle w:val="BlueBold"/>
                      </w:pPr>
                      <w:r>
                        <w:t>This is a longer second line.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3EE5" w:rsidSect="00BB0329">
      <w:pgSz w:w="11906" w:h="8391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329"/>
    <w:rsid w:val="000C1ECD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0329"/>
    <w:rsid w:val="00BB620D"/>
    <w:rsid w:val="00BD6080"/>
    <w:rsid w:val="00C26373"/>
    <w:rsid w:val="00CE7CD4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FF5BE"/>
  <w14:discardImageEditingData/>
  <w14:defaultImageDpi w14:val="32767"/>
  <w15:chartTrackingRefBased/>
  <w15:docId w15:val="{B77D2667-2519-4C12-AA83-272C1B90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Bold">
    <w:name w:val="BlueBold"/>
    <w:basedOn w:val="Normal"/>
    <w:qFormat/>
    <w:rsid w:val="00BB0329"/>
    <w:pPr>
      <w:spacing w:after="0"/>
      <w:jc w:val="right"/>
    </w:pPr>
    <w:rPr>
      <w:rFonts w:ascii="Courier New" w:hAnsi="Courier New" w:cs="Courier New"/>
      <w:b/>
      <w:bCs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2022-12-01T23:56:00Z</dcterms:created>
  <dcterms:modified xsi:type="dcterms:W3CDTF">2022-12-02T00:07:00Z</dcterms:modified>
</cp:coreProperties>
</file>